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68" w:rsidRDefault="00DB5768" w:rsidP="00DB576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3DEC" w:rsidRDefault="00824938" w:rsidP="00670F74">
      <w:pPr>
        <w:pStyle w:val="Nadpis1"/>
      </w:pPr>
      <w:r>
        <w:t>136/8</w:t>
      </w:r>
      <w:r w:rsidR="003C78C2">
        <w:t xml:space="preserve"> </w:t>
      </w:r>
      <w:r w:rsidR="00413DEC">
        <w:t>odbor informatiky a provozu</w:t>
      </w:r>
    </w:p>
    <w:p w:rsidR="00670F74" w:rsidRDefault="00670F74" w:rsidP="00670F74"/>
    <w:p w:rsidR="00670F74" w:rsidRPr="00670F74" w:rsidRDefault="00670F74" w:rsidP="00670F74"/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670F74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13DEC" w:rsidRDefault="00413D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1) Rámcová k</w:t>
      </w:r>
      <w:r w:rsidR="00670F74">
        <w:rPr>
          <w:u w:val="single"/>
        </w:rPr>
        <w:t xml:space="preserve">upní smlouva na ochranné pomůcky </w:t>
      </w:r>
      <w:r>
        <w:rPr>
          <w:u w:val="single"/>
        </w:rPr>
        <w:t xml:space="preserve">a oděvy mezi Jaroslavem </w:t>
      </w:r>
      <w:proofErr w:type="spellStart"/>
      <w:r>
        <w:rPr>
          <w:u w:val="single"/>
        </w:rPr>
        <w:t>Velekem</w:t>
      </w:r>
      <w:proofErr w:type="spellEnd"/>
      <w:r>
        <w:rPr>
          <w:u w:val="single"/>
        </w:rPr>
        <w:t xml:space="preserve"> a městem Strakonice</w:t>
      </w:r>
    </w:p>
    <w:p w:rsidR="00BF7E67" w:rsidRDefault="00413D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2)</w:t>
      </w:r>
      <w:r w:rsidR="00670F74">
        <w:rPr>
          <w:u w:val="single"/>
        </w:rPr>
        <w:t xml:space="preserve"> </w:t>
      </w:r>
      <w:r w:rsidR="009B00B0">
        <w:rPr>
          <w:u w:val="single"/>
        </w:rPr>
        <w:t>Seznam objednávek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70F74">
        <w:t>16. října</w:t>
      </w:r>
      <w:r>
        <w:t xml:space="preserve"> 201</w:t>
      </w:r>
      <w:r w:rsidR="00670F74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670F74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vedoucí odboru</w:t>
      </w:r>
      <w:r w:rsidR="00670F74">
        <w:t xml:space="preserve">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C78C2">
      <w:pPr>
        <w:pStyle w:val="Nadpis2"/>
        <w:rPr>
          <w:szCs w:val="32"/>
        </w:rPr>
      </w:pPr>
      <w:r>
        <w:rPr>
          <w:szCs w:val="32"/>
        </w:rPr>
        <w:lastRenderedPageBreak/>
        <w:t>1)</w:t>
      </w:r>
      <w:r w:rsidR="00670F74">
        <w:rPr>
          <w:szCs w:val="32"/>
        </w:rPr>
        <w:t xml:space="preserve"> Rámcová kupní smlouva na nákup ochranných pomůcek</w:t>
      </w:r>
      <w:r w:rsidR="008F5921">
        <w:rPr>
          <w:szCs w:val="32"/>
        </w:rPr>
        <w:t xml:space="preserve"> a oděvů</w:t>
      </w:r>
    </w:p>
    <w:p w:rsidR="00BF7E67" w:rsidRDefault="00BF7E67">
      <w:pPr>
        <w:jc w:val="both"/>
      </w:pPr>
    </w:p>
    <w:p w:rsidR="00BF7E67" w:rsidRDefault="003C78C2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7E67" w:rsidRDefault="003C78C2">
      <w:r w:rsidRPr="003C78C2">
        <w:t>RM po projednání</w:t>
      </w:r>
    </w:p>
    <w:p w:rsidR="00A432F0" w:rsidRDefault="00A432F0"/>
    <w:p w:rsidR="00BF7E67" w:rsidRPr="00DB5768" w:rsidRDefault="003C78C2">
      <w:pPr>
        <w:pStyle w:val="Nadpis3"/>
        <w:rPr>
          <w:b w:val="0"/>
          <w:u w:val="none"/>
        </w:rPr>
      </w:pPr>
      <w:r w:rsidRPr="00DB5768">
        <w:rPr>
          <w:b w:val="0"/>
          <w:u w:val="none"/>
        </w:rPr>
        <w:t>I. S</w:t>
      </w:r>
      <w:r w:rsidR="00045E7E" w:rsidRPr="00DB5768">
        <w:rPr>
          <w:b w:val="0"/>
          <w:u w:val="none"/>
        </w:rPr>
        <w:t xml:space="preserve">ouhlasí s uzavřením </w:t>
      </w:r>
      <w:r w:rsidR="004C15B6" w:rsidRPr="00DB5768">
        <w:rPr>
          <w:b w:val="0"/>
          <w:u w:val="none"/>
        </w:rPr>
        <w:t>R</w:t>
      </w:r>
      <w:r w:rsidR="00045E7E" w:rsidRPr="00DB5768">
        <w:rPr>
          <w:b w:val="0"/>
          <w:u w:val="none"/>
        </w:rPr>
        <w:t xml:space="preserve">ámcové kupní smlouvy mezi Jaroslavem </w:t>
      </w:r>
      <w:proofErr w:type="spellStart"/>
      <w:r w:rsidR="00045E7E" w:rsidRPr="00DB5768">
        <w:rPr>
          <w:b w:val="0"/>
          <w:u w:val="none"/>
        </w:rPr>
        <w:t>Velekem</w:t>
      </w:r>
      <w:proofErr w:type="spellEnd"/>
      <w:r w:rsidR="00045E7E" w:rsidRPr="00DB5768">
        <w:rPr>
          <w:b w:val="0"/>
          <w:u w:val="none"/>
        </w:rPr>
        <w:t>, Bezděkovská 184, 386 01 Strakonice, provozovna Písecká 407, 386 01 Strakonice a městem Strakonice, Velké náměstí 2, 386 21 Strakonice, jejímž předmětem je nákup ochranných pomůcek a oděvů</w:t>
      </w:r>
    </w:p>
    <w:p w:rsidR="00BF7E67" w:rsidRPr="00DB5768" w:rsidRDefault="00BF7E67">
      <w:pPr>
        <w:jc w:val="both"/>
      </w:pPr>
    </w:p>
    <w:p w:rsidR="00BF7E67" w:rsidRPr="00DB5768" w:rsidRDefault="00BF7E67">
      <w:pPr>
        <w:jc w:val="both"/>
      </w:pPr>
    </w:p>
    <w:p w:rsidR="004B0585" w:rsidRPr="00DB5768" w:rsidRDefault="003C78C2" w:rsidP="00413DEC">
      <w:pPr>
        <w:pStyle w:val="Nadpis3"/>
        <w:rPr>
          <w:b w:val="0"/>
          <w:u w:val="none"/>
        </w:rPr>
      </w:pPr>
      <w:r w:rsidRPr="00DB5768">
        <w:rPr>
          <w:b w:val="0"/>
          <w:u w:val="none"/>
        </w:rPr>
        <w:t xml:space="preserve">II. </w:t>
      </w:r>
      <w:r w:rsidR="00413DEC" w:rsidRPr="00DB5768">
        <w:rPr>
          <w:b w:val="0"/>
          <w:u w:val="none"/>
        </w:rPr>
        <w:t xml:space="preserve">Pověřuje p. starostu podpisem Rámcové kupní smlouvy </w:t>
      </w:r>
      <w:r w:rsidR="004B0585" w:rsidRPr="00DB5768">
        <w:rPr>
          <w:b w:val="0"/>
          <w:u w:val="none"/>
        </w:rPr>
        <w:t>v předloženém znění</w:t>
      </w:r>
    </w:p>
    <w:p w:rsidR="00BF7E67" w:rsidRDefault="00BF7E67">
      <w:pPr>
        <w:pStyle w:val="Nadpis3"/>
      </w:pPr>
    </w:p>
    <w:p w:rsidR="00413DEC" w:rsidRDefault="00413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13DEC" w:rsidRPr="00413DEC" w:rsidRDefault="00413DEC" w:rsidP="00413DE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413DEC">
        <w:rPr>
          <w:b/>
          <w:sz w:val="28"/>
          <w:szCs w:val="28"/>
          <w:u w:val="single"/>
        </w:rPr>
        <w:t xml:space="preserve">2) </w:t>
      </w:r>
      <w:r w:rsidR="009B00B0">
        <w:rPr>
          <w:b/>
          <w:sz w:val="28"/>
          <w:szCs w:val="28"/>
          <w:u w:val="single"/>
        </w:rPr>
        <w:t>Seznam objednávek</w:t>
      </w:r>
    </w:p>
    <w:p w:rsidR="00413DEC" w:rsidRDefault="00413DEC" w:rsidP="00413DEC">
      <w:pPr>
        <w:widowControl w:val="0"/>
        <w:autoSpaceDE w:val="0"/>
        <w:autoSpaceDN w:val="0"/>
        <w:adjustRightInd w:val="0"/>
        <w:rPr>
          <w:b/>
          <w:bCs/>
        </w:rPr>
      </w:pPr>
    </w:p>
    <w:p w:rsidR="009B00B0" w:rsidRPr="004A6D22" w:rsidRDefault="009B00B0" w:rsidP="009B00B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 w:rsidRPr="004A6D22">
        <w:rPr>
          <w:b/>
          <w:bCs/>
          <w:u w:val="single"/>
        </w:rPr>
        <w:t>Návrh usnesení:</w:t>
      </w:r>
    </w:p>
    <w:p w:rsidR="009B00B0" w:rsidRPr="004A6D22" w:rsidRDefault="009B00B0" w:rsidP="009B00B0">
      <w:pPr>
        <w:widowControl w:val="0"/>
        <w:autoSpaceDE w:val="0"/>
        <w:autoSpaceDN w:val="0"/>
        <w:adjustRightInd w:val="0"/>
        <w:jc w:val="both"/>
      </w:pPr>
      <w:r w:rsidRPr="004A6D22">
        <w:t>RM po projednání</w:t>
      </w:r>
    </w:p>
    <w:p w:rsidR="009B00B0" w:rsidRPr="004A6D22" w:rsidRDefault="009B00B0" w:rsidP="009B00B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B00B0" w:rsidRPr="004A6D22" w:rsidRDefault="009B00B0" w:rsidP="009B00B0">
      <w:pPr>
        <w:pStyle w:val="Nadpis3"/>
      </w:pPr>
      <w:r w:rsidRPr="004A6D22">
        <w:t xml:space="preserve">I. Bere na vědomí </w:t>
      </w:r>
    </w:p>
    <w:p w:rsidR="009B00B0" w:rsidRPr="004A6D22" w:rsidRDefault="009B00B0" w:rsidP="009B00B0">
      <w:pPr>
        <w:jc w:val="both"/>
      </w:pPr>
      <w:r w:rsidRPr="004A6D22">
        <w:t xml:space="preserve">Seznam objednávek odboru informatiky a provozu za </w:t>
      </w:r>
      <w:r>
        <w:t>září</w:t>
      </w:r>
      <w:r w:rsidRPr="004A6D22">
        <w:t xml:space="preserve"> 2019</w:t>
      </w:r>
    </w:p>
    <w:p w:rsidR="009B00B0" w:rsidRDefault="009B00B0" w:rsidP="009B00B0"/>
    <w:p w:rsidR="00413DEC" w:rsidRDefault="00413DEC" w:rsidP="009B00B0">
      <w:pPr>
        <w:widowControl w:val="0"/>
        <w:autoSpaceDE w:val="0"/>
        <w:autoSpaceDN w:val="0"/>
        <w:adjustRightInd w:val="0"/>
        <w:rPr>
          <w:b/>
          <w:bCs/>
        </w:rPr>
      </w:pPr>
    </w:p>
    <w:sectPr w:rsidR="00413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74"/>
    <w:rsid w:val="00045E7E"/>
    <w:rsid w:val="00077160"/>
    <w:rsid w:val="003C78C2"/>
    <w:rsid w:val="00413DEC"/>
    <w:rsid w:val="004B0585"/>
    <w:rsid w:val="004C15B6"/>
    <w:rsid w:val="00577B17"/>
    <w:rsid w:val="00670F74"/>
    <w:rsid w:val="00824938"/>
    <w:rsid w:val="008F5921"/>
    <w:rsid w:val="009B00B0"/>
    <w:rsid w:val="009E26DB"/>
    <w:rsid w:val="00A432F0"/>
    <w:rsid w:val="00BA2F47"/>
    <w:rsid w:val="00BF7E67"/>
    <w:rsid w:val="00D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1EBCB-0E00-4E05-9862-C79A52C4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3Char">
    <w:name w:val="Nadpis 3 Char"/>
    <w:basedOn w:val="Standardnpsmoodstavce"/>
    <w:link w:val="Nadpis3"/>
    <w:rsid w:val="009B00B0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109</TotalTime>
  <Pages>2</Pages>
  <Words>155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7</cp:revision>
  <cp:lastPrinted>1899-12-31T23:00:00Z</cp:lastPrinted>
  <dcterms:created xsi:type="dcterms:W3CDTF">2019-10-08T05:45:00Z</dcterms:created>
  <dcterms:modified xsi:type="dcterms:W3CDTF">2019-10-09T11:25:00Z</dcterms:modified>
</cp:coreProperties>
</file>